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628FC" w:rsidRDefault="002628F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06.3pt;height:477.3pt;z-index:251657728;mso-wrap-distance-left:0;mso-wrap-distance-right:0;mso-position-horizontal:center" filled="t">
            <v:fill color2="black"/>
            <v:imagedata r:id="rId4" o:title=""/>
            <w10:wrap type="square" side="largest"/>
          </v:shape>
          <o:OLEObject Type="Embed" ShapeID="_x0000_s1026" DrawAspect="Content" ObjectID="_1666186389" r:id="rId5"/>
        </w:pict>
      </w:r>
    </w:p>
    <w:p w:rsidR="002628FC" w:rsidRDefault="002628FC"/>
    <w:sectPr w:rsidR="002628FC">
      <w:pgSz w:w="16838" w:h="11906" w:orient="landscape"/>
      <w:pgMar w:top="850" w:right="850" w:bottom="850" w:left="10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45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5E5BD9"/>
    <w:rsid w:val="002628FC"/>
    <w:rsid w:val="005E5BD9"/>
    <w:rsid w:val="0080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8F8~1\AppData\Local\Temp\&#1055;&#1088;&#1080;&#1083;&#1086;&#1078;&#1077;&#1085;&#1080;&#1077;%20&#1082;%20&#1087;&#1086;&#1089;&#1090;%20&#1086;%20&#1087;&#1088;&#1086;&#1077;&#1082;&#1090;&#1077;%20&#1073;&#1102;&#1076;&#1078;-&#1087;&#1088;&#1086;&#1075;&#1085;&#1086;&#1079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пост о проекте бюдж-прогноза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Атмис</dc:creator>
  <cp:lastModifiedBy>Атмис</cp:lastModifiedBy>
  <cp:revision>1</cp:revision>
  <cp:lastPrinted>1601-01-01T00:00:00Z</cp:lastPrinted>
  <dcterms:created xsi:type="dcterms:W3CDTF">2020-11-06T13:47:00Z</dcterms:created>
  <dcterms:modified xsi:type="dcterms:W3CDTF">2020-11-06T13:47:00Z</dcterms:modified>
</cp:coreProperties>
</file>